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70E65" w14:textId="6912BFC0" w:rsidR="0080036E" w:rsidRPr="003401B5" w:rsidRDefault="005C466C" w:rsidP="0080036E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530571" wp14:editId="1BB61C34">
            <wp:simplePos x="0" y="0"/>
            <wp:positionH relativeFrom="margin">
              <wp:posOffset>1294411</wp:posOffset>
            </wp:positionH>
            <wp:positionV relativeFrom="paragraph">
              <wp:posOffset>-801584</wp:posOffset>
            </wp:positionV>
            <wp:extent cx="6840000" cy="406800"/>
            <wp:effectExtent l="0" t="0" r="0" b="0"/>
            <wp:wrapNone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4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6B7" w:rsidRPr="003401B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0036E" w:rsidRPr="003401B5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29901E85" w14:textId="3383865B" w:rsidR="0080036E" w:rsidRPr="003401B5" w:rsidRDefault="0080036E" w:rsidP="0080036E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 xml:space="preserve">Muzeum </w:t>
      </w:r>
      <w:r w:rsidR="00D529A2">
        <w:rPr>
          <w:rFonts w:asciiTheme="minorHAnsi" w:hAnsiTheme="minorHAnsi" w:cstheme="minorHAnsi"/>
          <w:b/>
          <w:sz w:val="20"/>
          <w:szCs w:val="20"/>
        </w:rPr>
        <w:t>Ziemi Tarnowskiej</w:t>
      </w:r>
      <w:r w:rsidRPr="003401B5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3D1BB029" w14:textId="6E488D8D" w:rsidR="0080036E" w:rsidRPr="003401B5" w:rsidRDefault="0080036E" w:rsidP="0080036E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Rynek 3, 33 – 100 Tarnów</w:t>
      </w:r>
    </w:p>
    <w:p w14:paraId="4C38BAFE" w14:textId="77777777" w:rsidR="00EF6684" w:rsidRPr="003401B5" w:rsidRDefault="00EF6684" w:rsidP="00A410EB">
      <w:pPr>
        <w:tabs>
          <w:tab w:val="left" w:pos="5668"/>
        </w:tabs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Wykonawca:</w:t>
      </w:r>
      <w:r w:rsidR="00316C0F" w:rsidRPr="003401B5">
        <w:rPr>
          <w:rFonts w:asciiTheme="minorHAnsi" w:hAnsiTheme="minorHAnsi" w:cstheme="minorHAnsi"/>
          <w:b/>
          <w:sz w:val="20"/>
          <w:szCs w:val="20"/>
        </w:rPr>
        <w:tab/>
      </w:r>
    </w:p>
    <w:p w14:paraId="376A8807" w14:textId="77777777" w:rsidR="00AD15A5" w:rsidRPr="003401B5" w:rsidRDefault="00AD15A5" w:rsidP="00A410EB">
      <w:pPr>
        <w:rPr>
          <w:rFonts w:asciiTheme="minorHAnsi" w:hAnsiTheme="minorHAnsi" w:cstheme="minorHAnsi"/>
          <w:b/>
          <w:sz w:val="20"/>
          <w:szCs w:val="20"/>
        </w:rPr>
      </w:pPr>
    </w:p>
    <w:p w14:paraId="0CF141A6" w14:textId="77777777" w:rsidR="00EF6684" w:rsidRPr="003401B5" w:rsidRDefault="00EF6684" w:rsidP="00A410EB">
      <w:pPr>
        <w:tabs>
          <w:tab w:val="left" w:pos="5245"/>
        </w:tabs>
        <w:ind w:right="3827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……………………………………………………..……………………………</w:t>
      </w:r>
      <w:r w:rsidR="00AD15A5" w:rsidRPr="003401B5">
        <w:rPr>
          <w:rFonts w:asciiTheme="minorHAnsi" w:hAnsiTheme="minorHAnsi" w:cstheme="minorHAnsi"/>
          <w:sz w:val="20"/>
          <w:szCs w:val="20"/>
        </w:rPr>
        <w:t>……</w:t>
      </w:r>
    </w:p>
    <w:p w14:paraId="1E702D43" w14:textId="77777777" w:rsidR="00EF6684" w:rsidRPr="003401B5" w:rsidRDefault="00EF6684" w:rsidP="00A410EB">
      <w:pPr>
        <w:tabs>
          <w:tab w:val="left" w:pos="5103"/>
        </w:tabs>
        <w:ind w:right="3969"/>
        <w:rPr>
          <w:rFonts w:asciiTheme="minorHAnsi" w:hAnsiTheme="minorHAnsi" w:cstheme="minorHAnsi"/>
          <w:i/>
          <w:sz w:val="20"/>
          <w:szCs w:val="20"/>
        </w:rPr>
      </w:pPr>
      <w:r w:rsidRPr="003401B5">
        <w:rPr>
          <w:rFonts w:asciiTheme="minorHAnsi" w:hAnsiTheme="minorHAnsi" w:cstheme="minorHAnsi"/>
          <w:i/>
          <w:sz w:val="20"/>
          <w:szCs w:val="20"/>
        </w:rPr>
        <w:t xml:space="preserve">(pełna nazwa/firma, adres, w </w:t>
      </w:r>
      <w:r w:rsidR="00AD15A5" w:rsidRPr="003401B5">
        <w:rPr>
          <w:rFonts w:asciiTheme="minorHAnsi" w:hAnsiTheme="minorHAnsi" w:cstheme="minorHAnsi"/>
          <w:i/>
          <w:sz w:val="20"/>
          <w:szCs w:val="20"/>
        </w:rPr>
        <w:t>z</w:t>
      </w:r>
      <w:r w:rsidRPr="003401B5">
        <w:rPr>
          <w:rFonts w:asciiTheme="minorHAnsi" w:hAnsiTheme="minorHAnsi" w:cstheme="minorHAnsi"/>
          <w:i/>
          <w:sz w:val="20"/>
          <w:szCs w:val="20"/>
        </w:rPr>
        <w:t>ależności od podmiotu: NIP/PESEL, KRS/</w:t>
      </w:r>
      <w:proofErr w:type="spellStart"/>
      <w:r w:rsidRPr="003401B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401B5">
        <w:rPr>
          <w:rFonts w:asciiTheme="minorHAnsi" w:hAnsiTheme="minorHAnsi" w:cstheme="minorHAnsi"/>
          <w:i/>
          <w:sz w:val="20"/>
          <w:szCs w:val="20"/>
        </w:rPr>
        <w:t>)</w:t>
      </w:r>
    </w:p>
    <w:p w14:paraId="50852068" w14:textId="77777777" w:rsidR="00EF6684" w:rsidRPr="003401B5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1E39110C" w14:textId="77777777" w:rsidR="00EF6684" w:rsidRPr="003401B5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  <w:r w:rsidRPr="003401B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E4FB5FB" w14:textId="77777777" w:rsidR="00AD15A5" w:rsidRPr="003401B5" w:rsidRDefault="00AD15A5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23050FA3" w14:textId="77777777" w:rsidR="00EF6684" w:rsidRPr="003401B5" w:rsidRDefault="00EF6684" w:rsidP="00A410EB">
      <w:pPr>
        <w:ind w:right="3969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="00AD15A5" w:rsidRPr="003401B5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1435B590" w14:textId="77777777" w:rsidR="00EF6684" w:rsidRPr="003401B5" w:rsidRDefault="001E03F8" w:rsidP="00A410EB">
      <w:pPr>
        <w:ind w:right="4252"/>
        <w:rPr>
          <w:rFonts w:asciiTheme="minorHAnsi" w:hAnsiTheme="minorHAnsi" w:cstheme="minorHAnsi"/>
          <w:i/>
          <w:sz w:val="20"/>
          <w:szCs w:val="20"/>
        </w:rPr>
      </w:pPr>
      <w:r w:rsidRPr="003401B5">
        <w:rPr>
          <w:rFonts w:asciiTheme="minorHAnsi" w:hAnsiTheme="minorHAnsi" w:cstheme="minorHAnsi"/>
          <w:i/>
          <w:sz w:val="20"/>
          <w:szCs w:val="20"/>
        </w:rPr>
        <w:t xml:space="preserve">(imię, nazwisko, </w:t>
      </w:r>
      <w:r w:rsidR="00EF6684" w:rsidRPr="003401B5">
        <w:rPr>
          <w:rFonts w:asciiTheme="minorHAnsi" w:hAnsiTheme="minorHAnsi" w:cstheme="minorHAnsi"/>
          <w:i/>
          <w:sz w:val="20"/>
          <w:szCs w:val="20"/>
        </w:rPr>
        <w:t>stanowisko/podstawa do reprezentacji)</w:t>
      </w:r>
    </w:p>
    <w:p w14:paraId="1C51266E" w14:textId="77777777" w:rsidR="00FD6C11" w:rsidRPr="003401B5" w:rsidRDefault="004A57DC" w:rsidP="00EF668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</w:t>
      </w:r>
    </w:p>
    <w:p w14:paraId="54CC9794" w14:textId="77777777" w:rsidR="003A622B" w:rsidRPr="007C5EDF" w:rsidRDefault="003A622B" w:rsidP="003A622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 xml:space="preserve">Dotyczy zamówienia:  </w:t>
      </w:r>
      <w:r w:rsidRPr="003401B5">
        <w:rPr>
          <w:rFonts w:asciiTheme="minorHAnsi" w:hAnsiTheme="minorHAnsi" w:cstheme="minorHAnsi"/>
          <w:i/>
          <w:sz w:val="20"/>
          <w:szCs w:val="20"/>
        </w:rPr>
        <w:t>„</w:t>
      </w:r>
      <w:r w:rsidRPr="003A622B">
        <w:rPr>
          <w:rFonts w:asciiTheme="minorHAnsi" w:hAnsiTheme="minorHAnsi" w:cstheme="minorHAnsi"/>
          <w:i/>
          <w:sz w:val="20"/>
          <w:szCs w:val="20"/>
        </w:rPr>
        <w:t>Pełnienie funkcji inwestora zastępczego: Remont zabytkowego dworu Muzeum Etnograficznego w Tarnowie</w:t>
      </w:r>
      <w:r>
        <w:rPr>
          <w:rFonts w:asciiTheme="minorHAnsi" w:hAnsiTheme="minorHAnsi" w:cstheme="minorHAnsi"/>
          <w:bCs/>
          <w:i/>
          <w:sz w:val="20"/>
          <w:szCs w:val="20"/>
        </w:rPr>
        <w:t>”</w:t>
      </w:r>
    </w:p>
    <w:p w14:paraId="360ABB9F" w14:textId="77777777" w:rsidR="003A622B" w:rsidRDefault="003A622B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03C01C8" w14:textId="0E8C439E" w:rsidR="00EF6684" w:rsidRPr="003401B5" w:rsidRDefault="004A57DC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WYKAZ OSÓB</w:t>
      </w:r>
      <w:r w:rsidR="00747160">
        <w:rPr>
          <w:rFonts w:asciiTheme="minorHAnsi" w:hAnsiTheme="minorHAnsi" w:cstheme="minorHAnsi"/>
          <w:b/>
          <w:sz w:val="20"/>
          <w:szCs w:val="20"/>
        </w:rPr>
        <w:t xml:space="preserve"> (wzór)</w:t>
      </w:r>
    </w:p>
    <w:p w14:paraId="6C4F09BA" w14:textId="3092DB0A" w:rsidR="00AB7DCB" w:rsidRPr="003401B5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7C5EDF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i wykształcenia niezbędnych do  wykonania zamówienia publicznego, a także zakresu wykonanych przez</w:t>
      </w:r>
      <w:r w:rsidRPr="003401B5">
        <w:rPr>
          <w:rFonts w:asciiTheme="minorHAnsi" w:hAnsiTheme="minorHAnsi" w:cstheme="minorHAnsi"/>
          <w:sz w:val="20"/>
          <w:szCs w:val="20"/>
        </w:rPr>
        <w:t xml:space="preserve"> nie czynności oraz informacją o podstawie do dysponowania tymi osobami</w:t>
      </w:r>
    </w:p>
    <w:p w14:paraId="50F4C175" w14:textId="784C5089" w:rsidR="0080036E" w:rsidRPr="00F204A5" w:rsidRDefault="0080036E" w:rsidP="00392126">
      <w:pPr>
        <w:ind w:right="2"/>
        <w:rPr>
          <w:rFonts w:cs="Calibri"/>
          <w:color w:val="000000" w:themeColor="text1"/>
        </w:rPr>
      </w:pPr>
    </w:p>
    <w:tbl>
      <w:tblPr>
        <w:tblW w:w="15688" w:type="dxa"/>
        <w:tblInd w:w="-283" w:type="dxa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2176"/>
        <w:gridCol w:w="2201"/>
        <w:gridCol w:w="5454"/>
        <w:gridCol w:w="2764"/>
        <w:gridCol w:w="2569"/>
        <w:gridCol w:w="43"/>
      </w:tblGrid>
      <w:tr w:rsidR="00F92313" w:rsidRPr="0080036E" w14:paraId="19C7A46A" w14:textId="77777777" w:rsidTr="00F92313">
        <w:trPr>
          <w:trHeight w:val="478"/>
        </w:trPr>
        <w:tc>
          <w:tcPr>
            <w:tcW w:w="15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146417" w14:textId="0406952C" w:rsidR="00F92313" w:rsidRDefault="00F92313" w:rsidP="005538DE">
            <w:pPr>
              <w:jc w:val="center"/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bookmarkStart w:id="0" w:name="_Hlk96521168"/>
            <w:r w:rsidRPr="0045644C"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Inspektora nadzoru robót </w:t>
            </w:r>
            <w:proofErr w:type="spellStart"/>
            <w:r w:rsidRPr="0045644C"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konstrukcyjno</w:t>
            </w:r>
            <w:proofErr w:type="spellEnd"/>
            <w:r w:rsidRPr="0045644C"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budowlanych</w:t>
            </w:r>
            <w:bookmarkEnd w:id="0"/>
            <w:r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(koordynator)</w:t>
            </w:r>
          </w:p>
          <w:p w14:paraId="0882B788" w14:textId="126C9BE5" w:rsidR="00F92313" w:rsidRPr="0080036E" w:rsidRDefault="00F92313" w:rsidP="00D6285F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 xml:space="preserve">zgodnie z treścią pkt 8 </w:t>
            </w:r>
            <w:proofErr w:type="spellStart"/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ppkt</w:t>
            </w:r>
            <w:proofErr w:type="spellEnd"/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 xml:space="preserve"> 1.4 pkt. 2 lit .a) SWZ</w:t>
            </w:r>
          </w:p>
        </w:tc>
      </w:tr>
      <w:tr w:rsidR="00F92313" w:rsidRPr="0080036E" w14:paraId="78078E0B" w14:textId="77777777" w:rsidTr="00F92313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47E24" w14:textId="179B895E" w:rsidR="00F92313" w:rsidRPr="0080036E" w:rsidRDefault="00F92313" w:rsidP="005538DE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18808" w14:textId="77777777" w:rsidR="00F92313" w:rsidRPr="0080036E" w:rsidRDefault="00F92313" w:rsidP="00710E5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color w:val="000000" w:themeColor="text1"/>
                <w:sz w:val="20"/>
                <w:szCs w:val="20"/>
              </w:rPr>
              <w:t>Imię i nazwisko</w:t>
            </w:r>
          </w:p>
          <w:p w14:paraId="4EA80059" w14:textId="77777777" w:rsidR="00F92313" w:rsidRPr="0080036E" w:rsidRDefault="00F92313" w:rsidP="005538DE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B08F" w14:textId="28BC9901" w:rsidR="00F92313" w:rsidRPr="0080036E" w:rsidRDefault="00F92313" w:rsidP="00F92313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/>
                <w:color w:val="000000" w:themeColor="text1"/>
                <w:sz w:val="20"/>
                <w:szCs w:val="20"/>
              </w:rPr>
              <w:t>Numer posiadanych uprawnień (data i organ wydający)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24EF" w14:textId="00CA6163" w:rsidR="00F92313" w:rsidRPr="0080036E" w:rsidRDefault="00F92313" w:rsidP="005538D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color w:val="000000" w:themeColor="text1"/>
                <w:sz w:val="20"/>
                <w:szCs w:val="20"/>
              </w:rPr>
              <w:t>Informacje na temat doświadczenia niezbędnego do wykonania zamówienia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AD0F" w14:textId="6EF5421E" w:rsidR="00F92313" w:rsidRPr="0080036E" w:rsidRDefault="00F92313" w:rsidP="005538DE">
            <w:pPr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Wskazanie terminów (dat) wykonywania usługi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672E2" w14:textId="77777777" w:rsidR="00F92313" w:rsidRPr="0080036E" w:rsidRDefault="00F92313" w:rsidP="00710E55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6BCECFD2" w14:textId="76A22263" w:rsidR="00F92313" w:rsidRPr="0080036E" w:rsidRDefault="00F92313" w:rsidP="005538DE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F92313" w:rsidRPr="0080036E" w14:paraId="1C19AEBA" w14:textId="77777777" w:rsidTr="00F92313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974E" w14:textId="77777777" w:rsidR="00F92313" w:rsidRPr="0080036E" w:rsidRDefault="00F92313" w:rsidP="00F92313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195CB4" w14:textId="0737964E" w:rsidR="00F92313" w:rsidRPr="0080036E" w:rsidRDefault="00F92313" w:rsidP="00F92313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………………………………..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60C0F" w14:textId="384C5C5B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…………………………..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7FCF" w14:textId="77777777" w:rsidR="0076441F" w:rsidRDefault="0076441F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Opis doświadczenia:</w:t>
            </w:r>
          </w:p>
          <w:p w14:paraId="69D60B6F" w14:textId="1D4FFE96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 xml:space="preserve">Nazwa zadania: </w:t>
            </w:r>
          </w:p>
          <w:p w14:paraId="53819AB5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…………………………………</w:t>
            </w:r>
          </w:p>
          <w:p w14:paraId="2E18F57C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zadania, podmiotu na rzecz którego była wykonywana usługa)</w:t>
            </w:r>
          </w:p>
          <w:p w14:paraId="0E8E66D3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Wpis do rejestru:</w:t>
            </w:r>
          </w:p>
          <w:p w14:paraId="080B58CA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</w:t>
            </w:r>
          </w:p>
          <w:p w14:paraId="3659F056" w14:textId="77777777" w:rsidR="00F92313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i numer rejestru)</w:t>
            </w:r>
          </w:p>
          <w:p w14:paraId="16162DF1" w14:textId="77777777" w:rsidR="005C466C" w:rsidRDefault="005C466C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</w:p>
          <w:p w14:paraId="7F50EB76" w14:textId="5E660BF8" w:rsidR="005C466C" w:rsidRPr="00540889" w:rsidRDefault="005C466C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Wartość robót budowlanych: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nad którymi była wykonana usługa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lastRenderedPageBreak/>
              <w:t>………………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zł.</w:t>
            </w:r>
          </w:p>
          <w:p w14:paraId="3365DA80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Posiada kwalifikacje uprawniające do kierowania robotami w obiektach zabytkowych:</w:t>
            </w:r>
          </w:p>
          <w:p w14:paraId="657C305F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…………………………………………………….</w:t>
            </w:r>
          </w:p>
          <w:p w14:paraId="68589E7A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</w:p>
          <w:p w14:paraId="2AC492BA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Liczba miesięcy …………… </w:t>
            </w:r>
          </w:p>
          <w:p w14:paraId="523DAC55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(należy wpisać poprzez podanie dat wykonywania w formacie „od” 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 – „do” 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), przez który wskazana osoba brała udział w robotach budowlanych prowadzonych przy zabytkach nieruchomych wpisanych do rejestru lub inwentarza muzeum będącego instytucją kultury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.</w:t>
            </w:r>
          </w:p>
          <w:p w14:paraId="48F578A3" w14:textId="41C97D3B" w:rsidR="00F92313" w:rsidRPr="0080036E" w:rsidRDefault="00F92313" w:rsidP="00F92313">
            <w:pPr>
              <w:spacing w:after="127"/>
              <w:ind w:right="6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D671" w14:textId="77777777" w:rsidR="00F92313" w:rsidRPr="0080036E" w:rsidRDefault="00F92313" w:rsidP="00F92313">
            <w:pPr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2C5CA2" w14:textId="77777777" w:rsidR="00F92313" w:rsidRPr="0080036E" w:rsidRDefault="00F92313" w:rsidP="00F92313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sym w:font="Wingdings" w:char="F06F"/>
            </w: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0E5B7F8F" w14:textId="77777777" w:rsidR="00F92313" w:rsidRPr="0080036E" w:rsidRDefault="00F92313" w:rsidP="00F92313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sym w:font="Wingdings" w:char="F06F"/>
            </w: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67394BB1" w14:textId="77777777" w:rsidR="00F92313" w:rsidRPr="0080036E" w:rsidRDefault="00F92313" w:rsidP="00F92313">
            <w:pPr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80036E"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F92313" w:rsidRPr="0080036E" w14:paraId="162176D0" w14:textId="77777777" w:rsidTr="00F92313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63DEC" w14:textId="51F2E851" w:rsidR="00F92313" w:rsidRPr="0080036E" w:rsidRDefault="00432F2F" w:rsidP="00F92313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2.</w:t>
            </w:r>
            <w:r w:rsidR="00F92313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28FB4" w14:textId="77777777" w:rsidR="00F92313" w:rsidRPr="0080036E" w:rsidRDefault="00F92313" w:rsidP="00F92313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165519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CBCD2" w14:textId="77777777" w:rsidR="0076441F" w:rsidRDefault="0076441F" w:rsidP="0076441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Opis doświadczenia:</w:t>
            </w:r>
          </w:p>
          <w:p w14:paraId="1D973BB3" w14:textId="43C8BF7B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 xml:space="preserve">Nazwa zadania: </w:t>
            </w:r>
          </w:p>
          <w:p w14:paraId="4DDA11FA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…………………………………</w:t>
            </w:r>
          </w:p>
          <w:p w14:paraId="41F07664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zadania, podmiotu na rzecz którego była wykonywana usługa)</w:t>
            </w:r>
          </w:p>
          <w:p w14:paraId="40FABA9C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Wpis do rejestru:</w:t>
            </w:r>
          </w:p>
          <w:p w14:paraId="6DD5DC2B" w14:textId="77777777" w:rsidR="00432F2F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</w:t>
            </w:r>
          </w:p>
          <w:p w14:paraId="0643CB45" w14:textId="77777777" w:rsidR="005C466C" w:rsidRDefault="005C466C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</w:p>
          <w:p w14:paraId="48B44696" w14:textId="4704B957" w:rsidR="005C466C" w:rsidRDefault="005C466C" w:rsidP="00432F2F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Wartość robót budowlanych: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nad którymi była wykonana usługa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………………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zł.</w:t>
            </w:r>
          </w:p>
          <w:p w14:paraId="11733FBC" w14:textId="77777777" w:rsidR="005C466C" w:rsidRPr="00540889" w:rsidRDefault="005C466C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</w:p>
          <w:p w14:paraId="406C543C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i numer rejestru)</w:t>
            </w:r>
          </w:p>
          <w:p w14:paraId="16E849F5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Posiada kwalifikacje uprawniające do kierowania robotami w obiektach zabytkowych:</w:t>
            </w:r>
          </w:p>
          <w:p w14:paraId="6869EC68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…………………………………………………….</w:t>
            </w:r>
          </w:p>
          <w:p w14:paraId="429F38A8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</w:p>
          <w:p w14:paraId="714D6DEE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Liczba miesięcy …………… </w:t>
            </w:r>
          </w:p>
          <w:p w14:paraId="427F28B0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(należy wpisać poprzez podanie dat wykonywania w formacie „od” 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 – „do” 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), przez który wskazana osoba brała udział w robotach budowlanych prowadzonych przy zabytkach nieruchomych wpisanych do rejestru lub inwentarza muzeum będącego instytucją kultury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.</w:t>
            </w:r>
          </w:p>
          <w:p w14:paraId="1A7FC7BB" w14:textId="6F57FD24" w:rsidR="00F92313" w:rsidRPr="0080036E" w:rsidRDefault="00F92313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E1485" w14:textId="77777777" w:rsidR="00F92313" w:rsidRPr="0080036E" w:rsidRDefault="00F92313" w:rsidP="00F92313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060603" w14:textId="77777777" w:rsidR="00F92313" w:rsidRPr="0080036E" w:rsidRDefault="00F92313" w:rsidP="00F92313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F92313" w:rsidRPr="0080036E" w14:paraId="70A7092B" w14:textId="77777777" w:rsidTr="00F92313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20FF" w14:textId="04A7D55D" w:rsidR="00F92313" w:rsidRPr="0080036E" w:rsidRDefault="00432F2F" w:rsidP="00F92313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1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8E28" w14:textId="77777777" w:rsidR="00F92313" w:rsidRPr="0080036E" w:rsidRDefault="00F92313" w:rsidP="00F92313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927E96" w14:textId="77777777" w:rsidR="00F92313" w:rsidRPr="00540889" w:rsidRDefault="00F92313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0C799" w14:textId="77777777" w:rsidR="0076441F" w:rsidRDefault="0076441F" w:rsidP="0076441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Opis doświadczenia:</w:t>
            </w:r>
          </w:p>
          <w:p w14:paraId="2348D110" w14:textId="773473DE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 xml:space="preserve">Nazwa zadania: </w:t>
            </w:r>
          </w:p>
          <w:p w14:paraId="3B892695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…………………………………</w:t>
            </w:r>
          </w:p>
          <w:p w14:paraId="1799FED1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zadania, podmiotu na rzecz którego była wykonywana usługa)</w:t>
            </w:r>
          </w:p>
          <w:p w14:paraId="09D165DB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Wpis do rejestru:</w:t>
            </w:r>
          </w:p>
          <w:p w14:paraId="413D3270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</w:t>
            </w:r>
          </w:p>
          <w:p w14:paraId="63C4CF26" w14:textId="77777777" w:rsidR="00432F2F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i numer rejestru)</w:t>
            </w:r>
          </w:p>
          <w:p w14:paraId="572234D0" w14:textId="77777777" w:rsidR="005C466C" w:rsidRDefault="005C466C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</w:p>
          <w:p w14:paraId="799E0002" w14:textId="3D734A9B" w:rsidR="005C466C" w:rsidRPr="00540889" w:rsidRDefault="005C466C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Wartość robót budowlanych: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nad którymi była wykonana usługa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………………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zł.</w:t>
            </w:r>
          </w:p>
          <w:p w14:paraId="104BC431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Posiada kwalifikacje uprawniające do kierowania robotami w obiektach zabytkowych:</w:t>
            </w:r>
          </w:p>
          <w:p w14:paraId="45B2480B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…………………………………………………….</w:t>
            </w:r>
          </w:p>
          <w:p w14:paraId="6382A955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</w:p>
          <w:p w14:paraId="26A70BD4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Liczba miesięcy …………… </w:t>
            </w:r>
          </w:p>
          <w:p w14:paraId="717D97B5" w14:textId="77777777" w:rsidR="00432F2F" w:rsidRPr="00540889" w:rsidRDefault="00432F2F" w:rsidP="00432F2F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(należy wpisać poprzez podanie dat wykonywania w formacie „od” 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 – „do” 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540889">
              <w:rPr>
                <w:rFonts w:cs="Calibri"/>
                <w:bCs/>
                <w:i/>
                <w:iCs/>
                <w:color w:val="000000" w:themeColor="text1"/>
                <w:sz w:val="20"/>
                <w:szCs w:val="20"/>
              </w:rPr>
              <w:t>), przez który wskazana osoba brała udział w robotach budowlanych prowadzonych przy zabytkach nieruchomych wpisanych do rejestru lub inwentarza muzeum będącego instytucją kultury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.</w:t>
            </w:r>
          </w:p>
          <w:p w14:paraId="6B9A8539" w14:textId="77777777" w:rsidR="00F92313" w:rsidRPr="0080036E" w:rsidRDefault="00F92313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5BCBE" w14:textId="77777777" w:rsidR="00F92313" w:rsidRPr="0080036E" w:rsidRDefault="00F92313" w:rsidP="00F92313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568130" w14:textId="77777777" w:rsidR="00F92313" w:rsidRPr="0080036E" w:rsidRDefault="00F92313" w:rsidP="00F92313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F92313" w:rsidRPr="0080036E" w14:paraId="305C77D7" w14:textId="77777777" w:rsidTr="00D6285F">
        <w:trPr>
          <w:trHeight w:val="451"/>
        </w:trPr>
        <w:tc>
          <w:tcPr>
            <w:tcW w:w="15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847A386" w14:textId="5039689C" w:rsidR="00F92313" w:rsidRDefault="00F92313" w:rsidP="00F92313">
            <w:pPr>
              <w:jc w:val="center"/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92313"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Ins</w:t>
            </w:r>
            <w:r w:rsidR="00CB7366"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pektor nadzoru robót cieplnych sanitarnych</w:t>
            </w:r>
          </w:p>
          <w:p w14:paraId="547890EB" w14:textId="7D825BE0" w:rsidR="00F92313" w:rsidRPr="00D6285F" w:rsidRDefault="00F92313" w:rsidP="00D6285F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 xml:space="preserve">zgodnie z treścią pkt 8 </w:t>
            </w:r>
            <w:proofErr w:type="spellStart"/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ppkt</w:t>
            </w:r>
            <w:proofErr w:type="spellEnd"/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 xml:space="preserve"> 1.4 pkt. 2 lit .</w:t>
            </w:r>
            <w:r w:rsidR="00D25798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) SWZ</w:t>
            </w:r>
          </w:p>
        </w:tc>
      </w:tr>
      <w:tr w:rsidR="00F92313" w:rsidRPr="0080036E" w14:paraId="5498EA1A" w14:textId="77777777" w:rsidTr="00F92313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83982" w14:textId="71076B62" w:rsidR="00F92313" w:rsidRDefault="00F92313" w:rsidP="00F92313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F78B3" w14:textId="77777777" w:rsidR="00F92313" w:rsidRPr="0080036E" w:rsidRDefault="00F92313" w:rsidP="00F92313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color w:val="000000" w:themeColor="text1"/>
                <w:sz w:val="20"/>
                <w:szCs w:val="20"/>
              </w:rPr>
              <w:t>Imię i nazwisko</w:t>
            </w:r>
          </w:p>
          <w:p w14:paraId="60D2DE88" w14:textId="77777777" w:rsidR="00F92313" w:rsidRPr="0080036E" w:rsidRDefault="00F92313" w:rsidP="00F92313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EAFD" w14:textId="1AB64CA9" w:rsidR="00F92313" w:rsidRPr="00540889" w:rsidRDefault="00F92313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/>
                <w:color w:val="000000" w:themeColor="text1"/>
                <w:sz w:val="20"/>
                <w:szCs w:val="20"/>
              </w:rPr>
              <w:t>Numer posiadanych uprawnień (data i organ wydający)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AEBF" w14:textId="5EA7BCDE" w:rsidR="00F92313" w:rsidRPr="00540889" w:rsidRDefault="00F92313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color w:val="000000" w:themeColor="text1"/>
                <w:sz w:val="20"/>
                <w:szCs w:val="20"/>
              </w:rPr>
              <w:t>Informacje na temat doświadczenia niezbędnego do wykonania zamówienia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B020" w14:textId="640589CE" w:rsidR="00F92313" w:rsidRPr="0080036E" w:rsidRDefault="00F92313" w:rsidP="00F92313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Wskazanie terminów (dat) wykonywania usługi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9906" w14:textId="77777777" w:rsidR="00F92313" w:rsidRPr="0080036E" w:rsidRDefault="00F92313" w:rsidP="00F92313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6D439430" w14:textId="50EF5851" w:rsidR="00F92313" w:rsidRPr="0080036E" w:rsidRDefault="00F92313" w:rsidP="00F92313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D25798" w:rsidRPr="0080036E" w14:paraId="17AFC88C" w14:textId="77777777" w:rsidTr="0050554D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79C2" w14:textId="3F8FC62E" w:rsidR="00D25798" w:rsidRDefault="00D25798" w:rsidP="00F92313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EF026" w14:textId="604C989C" w:rsidR="00D25798" w:rsidRPr="0080036E" w:rsidRDefault="00D25798" w:rsidP="00F92313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………………………………..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0FD87E" w14:textId="3A76B7F1" w:rsidR="00D25798" w:rsidRPr="00540889" w:rsidRDefault="00D25798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>…………………………………..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3501" w14:textId="77777777" w:rsidR="00D25798" w:rsidRPr="00540889" w:rsidRDefault="00D25798" w:rsidP="00D25798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Opis doświadczenia: </w:t>
            </w:r>
          </w:p>
          <w:p w14:paraId="1D9C2FE5" w14:textId="77777777" w:rsidR="00D25798" w:rsidRPr="00540889" w:rsidRDefault="00D25798" w:rsidP="00D25798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……………………………………………………………….</w:t>
            </w:r>
          </w:p>
          <w:p w14:paraId="0BE63771" w14:textId="77777777" w:rsidR="00D25798" w:rsidRPr="00540889" w:rsidRDefault="00D25798" w:rsidP="00D25798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  <w:p w14:paraId="51361907" w14:textId="77777777" w:rsidR="005C466C" w:rsidRPr="00540889" w:rsidRDefault="005C466C" w:rsidP="005C466C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Wpis do rejestru:</w:t>
            </w:r>
          </w:p>
          <w:p w14:paraId="236B0F17" w14:textId="77777777" w:rsidR="005C466C" w:rsidRPr="00540889" w:rsidRDefault="005C466C" w:rsidP="005C466C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</w:t>
            </w:r>
          </w:p>
          <w:p w14:paraId="5D2EAE42" w14:textId="77777777" w:rsidR="005C466C" w:rsidRPr="00540889" w:rsidRDefault="005C466C" w:rsidP="005C466C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i numer rejestru)</w:t>
            </w:r>
          </w:p>
          <w:p w14:paraId="0DF128D3" w14:textId="6632D721" w:rsidR="00D25798" w:rsidRPr="00540889" w:rsidRDefault="005C466C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Wartość robót budowlanych: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nad którymi była wykonana usługa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………………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zł.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7F254" w14:textId="77777777" w:rsidR="00D25798" w:rsidRPr="0080036E" w:rsidRDefault="00D25798" w:rsidP="00F92313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99B452" w14:textId="77777777" w:rsidR="00D25798" w:rsidRPr="0080036E" w:rsidRDefault="00D25798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sym w:font="Wingdings" w:char="F06F"/>
            </w: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40A77259" w14:textId="77777777" w:rsidR="00D25798" w:rsidRPr="0080036E" w:rsidRDefault="00D25798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sym w:font="Wingdings" w:char="F06F"/>
            </w: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66D86BE3" w14:textId="72DAA1E3" w:rsidR="00D25798" w:rsidRPr="0080036E" w:rsidRDefault="00D25798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80036E"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5C466C" w:rsidRPr="0080036E" w14:paraId="4BD9D44E" w14:textId="77777777" w:rsidTr="007F042E">
        <w:trPr>
          <w:gridAfter w:val="1"/>
          <w:wAfter w:w="43" w:type="dxa"/>
          <w:trHeight w:val="345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A9DA" w14:textId="652E0D9A" w:rsidR="005C466C" w:rsidRDefault="005C466C" w:rsidP="00F92313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1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10A0" w14:textId="77777777" w:rsidR="005C466C" w:rsidRPr="0080036E" w:rsidRDefault="005C466C" w:rsidP="00F92313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78A57" w14:textId="77777777" w:rsidR="005C466C" w:rsidRPr="00540889" w:rsidRDefault="005C466C" w:rsidP="00F92313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E03F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Opis doświadczenia: </w:t>
            </w:r>
          </w:p>
          <w:p w14:paraId="2319BB96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……………………………………………………………….</w:t>
            </w:r>
          </w:p>
          <w:p w14:paraId="2D3E3625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  <w:p w14:paraId="46AFFC50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Wpis do rejestru:</w:t>
            </w:r>
          </w:p>
          <w:p w14:paraId="686F5EDA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</w:t>
            </w:r>
          </w:p>
          <w:p w14:paraId="1396D094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i numer rejestru)</w:t>
            </w:r>
          </w:p>
          <w:p w14:paraId="64E2F8A1" w14:textId="1BCC6927" w:rsidR="005C466C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Wartość robót budowlanych: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nad którymi była wykonana usługa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………………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zł.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2E33" w14:textId="77777777" w:rsidR="005C466C" w:rsidRPr="0080036E" w:rsidRDefault="005C466C" w:rsidP="00F92313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1E4214" w14:textId="77777777" w:rsidR="005C466C" w:rsidRPr="0080036E" w:rsidRDefault="005C466C" w:rsidP="00F92313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D25798" w:rsidRPr="0080036E" w14:paraId="2D5D4FD0" w14:textId="77777777" w:rsidTr="00D6285F">
        <w:trPr>
          <w:gridAfter w:val="1"/>
          <w:wAfter w:w="43" w:type="dxa"/>
          <w:trHeight w:val="550"/>
        </w:trPr>
        <w:tc>
          <w:tcPr>
            <w:tcW w:w="15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CE224F" w14:textId="77777777" w:rsidR="00D25798" w:rsidRDefault="00D25798" w:rsidP="00D25798">
            <w:pPr>
              <w:jc w:val="center"/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5798">
              <w:rPr>
                <w:b/>
                <w:bCs/>
                <w:color w:val="000000" w:themeColor="text1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Inspektora nadzoru robót elektrycznych i elektroenergetycznych </w:t>
            </w:r>
          </w:p>
          <w:p w14:paraId="67C93759" w14:textId="6ECF327B" w:rsidR="00D25798" w:rsidRPr="00D6285F" w:rsidRDefault="00D25798" w:rsidP="00D6285F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 xml:space="preserve">zgodnie z treścią pkt 8 </w:t>
            </w:r>
            <w:proofErr w:type="spellStart"/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ppkt</w:t>
            </w:r>
            <w:proofErr w:type="spellEnd"/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 xml:space="preserve"> 1.4 pkt. 2 lit .c) SWZ</w:t>
            </w:r>
          </w:p>
        </w:tc>
      </w:tr>
      <w:tr w:rsidR="00D25798" w:rsidRPr="0080036E" w14:paraId="31834F8F" w14:textId="77777777" w:rsidTr="0007214E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6CF8F" w14:textId="2229FC6D" w:rsidR="00D25798" w:rsidRDefault="00D25798" w:rsidP="00D25798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A70E" w14:textId="77777777" w:rsidR="00D25798" w:rsidRPr="0080036E" w:rsidRDefault="00D25798" w:rsidP="00D25798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color w:val="000000" w:themeColor="text1"/>
                <w:sz w:val="20"/>
                <w:szCs w:val="20"/>
              </w:rPr>
              <w:t>Imię i nazwisko</w:t>
            </w:r>
          </w:p>
          <w:p w14:paraId="21055DA5" w14:textId="77777777" w:rsidR="00D25798" w:rsidRPr="0080036E" w:rsidRDefault="00D25798" w:rsidP="00D25798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3B5C" w14:textId="1CA6AC8A" w:rsidR="00D25798" w:rsidRPr="00540889" w:rsidRDefault="00D25798" w:rsidP="00D25798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/>
                <w:color w:val="000000" w:themeColor="text1"/>
                <w:sz w:val="20"/>
                <w:szCs w:val="20"/>
              </w:rPr>
              <w:t>Numer posiadanych uprawnień (data i organ wydający)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3002" w14:textId="4135E58D" w:rsidR="00D25798" w:rsidRPr="00540889" w:rsidRDefault="00D25798" w:rsidP="00D25798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color w:val="000000" w:themeColor="text1"/>
                <w:sz w:val="20"/>
                <w:szCs w:val="20"/>
              </w:rPr>
              <w:t>Informacje na temat doświadczenia niezbędnego do wykonania zamówienia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92AB" w14:textId="4BB42DA3" w:rsidR="00D25798" w:rsidRPr="0080036E" w:rsidRDefault="00D25798" w:rsidP="00D25798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Wskazanie terminów (dat) wykonywania usługi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90C4" w14:textId="77777777" w:rsidR="00D25798" w:rsidRPr="0080036E" w:rsidRDefault="00D25798" w:rsidP="00D25798">
            <w:pPr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660D9112" w14:textId="0689A525" w:rsidR="00D25798" w:rsidRPr="0080036E" w:rsidRDefault="00D25798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D25798" w:rsidRPr="0080036E" w14:paraId="0DE8A879" w14:textId="77777777" w:rsidTr="000378FE">
        <w:trPr>
          <w:gridAfter w:val="1"/>
          <w:wAfter w:w="43" w:type="dxa"/>
          <w:trHeight w:val="74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3927" w14:textId="2E45957B" w:rsidR="00D25798" w:rsidRDefault="00D25798" w:rsidP="00D25798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5CD1" w14:textId="77777777" w:rsidR="00D25798" w:rsidRPr="0080036E" w:rsidRDefault="00D25798" w:rsidP="00D25798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DE9AFC" w14:textId="77777777" w:rsidR="00D25798" w:rsidRPr="00540889" w:rsidRDefault="00D25798" w:rsidP="00D25798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1905D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Opis doświadczenia: </w:t>
            </w:r>
          </w:p>
          <w:p w14:paraId="738C0BE9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……………………………………………………………….</w:t>
            </w:r>
          </w:p>
          <w:p w14:paraId="5EB1D876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  <w:p w14:paraId="67CA1995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Wpis do rejestru:</w:t>
            </w:r>
          </w:p>
          <w:p w14:paraId="4F44467D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</w:t>
            </w:r>
          </w:p>
          <w:p w14:paraId="09510FB1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i numer rejestru)</w:t>
            </w:r>
          </w:p>
          <w:p w14:paraId="3DECA650" w14:textId="05D3AA75" w:rsidR="00D25798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Wartość robót budowlanych: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nad którymi była wykonana usługa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………………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zł.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3323" w14:textId="77777777" w:rsidR="00D25798" w:rsidRPr="0080036E" w:rsidRDefault="00D25798" w:rsidP="00D25798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7637A8" w14:textId="77777777" w:rsidR="00D25798" w:rsidRPr="0080036E" w:rsidRDefault="00D25798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sym w:font="Wingdings" w:char="F06F"/>
            </w: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0421640" w14:textId="77777777" w:rsidR="00D25798" w:rsidRPr="0080036E" w:rsidRDefault="00D25798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sym w:font="Wingdings" w:char="F06F"/>
            </w: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5477AB04" w14:textId="625C7681" w:rsidR="00D25798" w:rsidRPr="0080036E" w:rsidRDefault="00D25798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  <w:r w:rsidRPr="0080036E">
              <w:rPr>
                <w:rFonts w:cs="Calibr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80036E"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07214E" w:rsidRPr="0080036E" w14:paraId="08F6A36B" w14:textId="77777777" w:rsidTr="0007214E">
        <w:trPr>
          <w:gridAfter w:val="1"/>
          <w:wAfter w:w="43" w:type="dxa"/>
          <w:trHeight w:val="2842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CCF37" w14:textId="76A9242E" w:rsidR="0007214E" w:rsidRDefault="0007214E" w:rsidP="00D25798">
            <w:pPr>
              <w:ind w:left="7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1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F64BCC" w14:textId="77777777" w:rsidR="0007214E" w:rsidRPr="0080036E" w:rsidRDefault="0007214E" w:rsidP="00D25798">
            <w:pPr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C68A49" w14:textId="77777777" w:rsidR="0007214E" w:rsidRPr="00540889" w:rsidRDefault="0007214E" w:rsidP="00D25798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84D83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Opis doświadczenia: </w:t>
            </w:r>
          </w:p>
          <w:p w14:paraId="28125D34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……………………………………………………………….</w:t>
            </w:r>
          </w:p>
          <w:p w14:paraId="638E59B9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</w:p>
          <w:p w14:paraId="6714F322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Wpis do rejestru:</w:t>
            </w:r>
          </w:p>
          <w:p w14:paraId="29C052E5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……………………………</w:t>
            </w:r>
          </w:p>
          <w:p w14:paraId="5238D21D" w14:textId="77777777" w:rsidR="0007214E" w:rsidRPr="00540889" w:rsidRDefault="0007214E" w:rsidP="0007214E">
            <w:pPr>
              <w:spacing w:after="127"/>
              <w:ind w:right="63"/>
              <w:jc w:val="both"/>
              <w:rPr>
                <w:iCs/>
                <w:sz w:val="20"/>
                <w:szCs w:val="20"/>
              </w:rPr>
            </w:pPr>
            <w:r w:rsidRPr="00540889">
              <w:rPr>
                <w:iCs/>
                <w:sz w:val="20"/>
                <w:szCs w:val="20"/>
              </w:rPr>
              <w:t>(podać nazwę i numer rejestru)</w:t>
            </w:r>
          </w:p>
          <w:p w14:paraId="5BB3B655" w14:textId="68E181D7" w:rsidR="0007214E" w:rsidRPr="00540889" w:rsidRDefault="0007214E" w:rsidP="0007214E">
            <w:pPr>
              <w:spacing w:after="127"/>
              <w:ind w:right="63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>Wartość robót budowlanych: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nad którymi była wykonana usługa</w:t>
            </w:r>
            <w:r w:rsidRPr="00540889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………………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zł.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66D457" w14:textId="77777777" w:rsidR="0007214E" w:rsidRPr="0080036E" w:rsidRDefault="0007214E" w:rsidP="00D25798">
            <w:pPr>
              <w:jc w:val="both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CDD68" w14:textId="77777777" w:rsidR="0007214E" w:rsidRPr="0080036E" w:rsidRDefault="0007214E" w:rsidP="00D25798">
            <w:pPr>
              <w:ind w:left="7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</w:tbl>
    <w:p w14:paraId="060AEC1E" w14:textId="6AD73489" w:rsidR="0080036E" w:rsidRDefault="0080036E" w:rsidP="0080036E">
      <w:pPr>
        <w:jc w:val="right"/>
      </w:pPr>
    </w:p>
    <w:p w14:paraId="5D075C63" w14:textId="77777777" w:rsidR="00B16DBB" w:rsidRDefault="00B16DBB" w:rsidP="0080036E">
      <w:pPr>
        <w:jc w:val="right"/>
      </w:pPr>
    </w:p>
    <w:p w14:paraId="4A2D5DFC" w14:textId="452415C3" w:rsidR="00AD15A5" w:rsidRPr="00764482" w:rsidRDefault="00AD15A5" w:rsidP="0080036E">
      <w:pPr>
        <w:jc w:val="right"/>
        <w:rPr>
          <w:rFonts w:ascii="Times New Roman" w:hAnsi="Times New Roman"/>
          <w:sz w:val="24"/>
          <w:szCs w:val="24"/>
        </w:rPr>
      </w:pP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  <w:t>____________________________</w:t>
      </w:r>
    </w:p>
    <w:p w14:paraId="7998A6A3" w14:textId="718359DB" w:rsidR="00145F9F" w:rsidRPr="00145F9F" w:rsidRDefault="00145F9F" w:rsidP="0080036E">
      <w:pPr>
        <w:pStyle w:val="Zwykytekst1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45F9F">
        <w:rPr>
          <w:rFonts w:ascii="Times New Roman" w:hAnsi="Times New Roman" w:cs="Times New Roman"/>
          <w:i/>
        </w:rPr>
        <w:t>podpis osoby umocowanej</w:t>
      </w:r>
    </w:p>
    <w:p w14:paraId="703DB798" w14:textId="77777777" w:rsidR="00145F9F" w:rsidRPr="00145F9F" w:rsidRDefault="00145F9F" w:rsidP="0080036E">
      <w:pPr>
        <w:pStyle w:val="Zwykytekst1"/>
        <w:ind w:left="998" w:firstLine="3958"/>
        <w:jc w:val="right"/>
        <w:rPr>
          <w:rFonts w:ascii="Times New Roman" w:hAnsi="Times New Roman" w:cs="Times New Roman"/>
          <w:i/>
        </w:rPr>
      </w:pPr>
      <w:r w:rsidRPr="00145F9F">
        <w:rPr>
          <w:rFonts w:ascii="Times New Roman" w:hAnsi="Times New Roman" w:cs="Times New Roman"/>
          <w:i/>
        </w:rPr>
        <w:t>do składania oświadczeń wiedzy i woli Wykonawcy</w:t>
      </w:r>
    </w:p>
    <w:p w14:paraId="5EB5E17D" w14:textId="0298728C" w:rsidR="00145F9F" w:rsidRDefault="00145F9F" w:rsidP="00145F9F">
      <w:pPr>
        <w:jc w:val="both"/>
        <w:rPr>
          <w:rFonts w:ascii="Times New Roman" w:hAnsi="Times New Roman"/>
          <w:sz w:val="24"/>
          <w:szCs w:val="24"/>
        </w:rPr>
      </w:pPr>
    </w:p>
    <w:p w14:paraId="2D6F1B2F" w14:textId="1A72A801" w:rsidR="00145F9F" w:rsidRDefault="00145F9F" w:rsidP="00905EE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BA3F53F" w14:textId="1BB8E799" w:rsidR="00145F9F" w:rsidRDefault="00145F9F" w:rsidP="00A410EB">
      <w:pPr>
        <w:pStyle w:val="Zwykytekst1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Przez podpis należy rozumieć:</w:t>
      </w:r>
      <w:r>
        <w:rPr>
          <w:rFonts w:ascii="Times New Roman" w:hAnsi="Times New Roman" w:cs="Times New Roman"/>
          <w:iCs/>
        </w:rPr>
        <w:t xml:space="preserve"> podpis kwalifikowany lub podpis osobisty lub podpis zaufany</w:t>
      </w:r>
      <w:r>
        <w:rPr>
          <w:rFonts w:ascii="Times New Roman" w:hAnsi="Times New Roman" w:cs="Times New Roman"/>
          <w:i/>
        </w:rPr>
        <w:t xml:space="preserve"> </w:t>
      </w:r>
    </w:p>
    <w:p w14:paraId="69E7320E" w14:textId="0E6A8547" w:rsidR="00D020A6" w:rsidRPr="0019637E" w:rsidRDefault="00D020A6" w:rsidP="00A410EB">
      <w:pPr>
        <w:pStyle w:val="Zwykytekst1"/>
        <w:jc w:val="both"/>
        <w:rPr>
          <w:rFonts w:ascii="Times New Roman" w:hAnsi="Times New Roman" w:cs="Times New Roman"/>
        </w:rPr>
      </w:pPr>
      <w:r w:rsidRPr="0019637E">
        <w:rPr>
          <w:rFonts w:ascii="Times New Roman" w:hAnsi="Times New Roman" w:cs="Times New Roman"/>
        </w:rPr>
        <w:t>Przez podmiot trzeci należy rozumieć podmiot udostępniający zasoby na podstawie art. 118 ustawy z dnia 11 września 2019 r. prawo zamówień publicznych.</w:t>
      </w:r>
    </w:p>
    <w:sectPr w:rsidR="00D020A6" w:rsidRPr="0019637E" w:rsidSect="0080036E">
      <w:headerReference w:type="default" r:id="rId7"/>
      <w:pgSz w:w="16838" w:h="11906" w:orient="landscape"/>
      <w:pgMar w:top="1417" w:right="1417" w:bottom="991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4BE5" w14:textId="77777777" w:rsidR="00DA1BC6" w:rsidRDefault="00DA1BC6" w:rsidP="00191191">
      <w:r>
        <w:separator/>
      </w:r>
    </w:p>
  </w:endnote>
  <w:endnote w:type="continuationSeparator" w:id="0">
    <w:p w14:paraId="52B46673" w14:textId="77777777" w:rsidR="00DA1BC6" w:rsidRDefault="00DA1BC6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CEB8" w14:textId="77777777" w:rsidR="00DA1BC6" w:rsidRDefault="00DA1BC6" w:rsidP="00191191">
      <w:r>
        <w:separator/>
      </w:r>
    </w:p>
  </w:footnote>
  <w:footnote w:type="continuationSeparator" w:id="0">
    <w:p w14:paraId="7E3D287A" w14:textId="77777777" w:rsidR="00DA1BC6" w:rsidRDefault="00DA1BC6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7AC6" w14:textId="77777777" w:rsidR="005C466C" w:rsidRDefault="005C466C" w:rsidP="0070597F">
    <w:pPr>
      <w:pStyle w:val="Nagwek"/>
      <w:rPr>
        <w:rFonts w:cs="Calibri"/>
        <w:sz w:val="20"/>
        <w:szCs w:val="24"/>
      </w:rPr>
    </w:pPr>
  </w:p>
  <w:p w14:paraId="3FDF7778" w14:textId="77777777" w:rsidR="005C466C" w:rsidRDefault="005C466C" w:rsidP="0070597F">
    <w:pPr>
      <w:pStyle w:val="Nagwek"/>
      <w:rPr>
        <w:rFonts w:cs="Calibri"/>
        <w:sz w:val="20"/>
        <w:szCs w:val="24"/>
      </w:rPr>
    </w:pPr>
  </w:p>
  <w:p w14:paraId="3C1CD12E" w14:textId="04060BB1" w:rsidR="00191191" w:rsidRPr="00392126" w:rsidRDefault="0070597F" w:rsidP="0070597F">
    <w:pPr>
      <w:pStyle w:val="Nagwek"/>
      <w:rPr>
        <w:rFonts w:cs="Calibri"/>
        <w:b/>
        <w:sz w:val="20"/>
        <w:szCs w:val="24"/>
        <w:lang w:val="pl-PL"/>
      </w:rPr>
    </w:pPr>
    <w:r w:rsidRPr="00392126">
      <w:rPr>
        <w:rFonts w:cs="Calibri"/>
        <w:sz w:val="20"/>
        <w:szCs w:val="24"/>
      </w:rPr>
      <w:t>numer sprawy:</w:t>
    </w:r>
    <w:r w:rsidR="006F1371" w:rsidRPr="00392126">
      <w:rPr>
        <w:rFonts w:cs="Calibri"/>
        <w:sz w:val="20"/>
        <w:szCs w:val="24"/>
        <w:lang w:val="pl-PL"/>
      </w:rPr>
      <w:t xml:space="preserve"> </w:t>
    </w:r>
    <w:r w:rsidR="005C466C" w:rsidRPr="005C466C">
      <w:rPr>
        <w:rFonts w:cs="Calibri"/>
        <w:b/>
        <w:sz w:val="20"/>
        <w:szCs w:val="24"/>
        <w:lang w:val="pl-PL"/>
      </w:rPr>
      <w:t>AD-271-1-4/2025</w:t>
    </w:r>
    <w:r w:rsidR="00C95065" w:rsidRPr="00392126">
      <w:rPr>
        <w:rFonts w:cs="Calibri"/>
        <w:b/>
        <w:sz w:val="20"/>
        <w:szCs w:val="24"/>
        <w:lang w:val="pl-PL"/>
      </w:rPr>
      <w:tab/>
    </w:r>
    <w:r w:rsidR="00C95065" w:rsidRPr="00392126">
      <w:rPr>
        <w:rFonts w:cs="Calibri"/>
        <w:b/>
        <w:sz w:val="20"/>
        <w:szCs w:val="24"/>
        <w:lang w:val="pl-PL"/>
      </w:rPr>
      <w:tab/>
    </w:r>
    <w:r w:rsidR="0080036E" w:rsidRPr="00392126">
      <w:rPr>
        <w:rFonts w:cs="Calibri"/>
        <w:b/>
        <w:sz w:val="20"/>
        <w:szCs w:val="24"/>
        <w:lang w:val="pl-PL"/>
      </w:rPr>
      <w:tab/>
    </w:r>
    <w:r w:rsidR="0080036E" w:rsidRPr="00392126">
      <w:rPr>
        <w:rFonts w:cs="Calibri"/>
        <w:b/>
        <w:sz w:val="20"/>
        <w:szCs w:val="24"/>
        <w:lang w:val="pl-PL"/>
      </w:rPr>
      <w:tab/>
    </w:r>
    <w:r w:rsidR="0080036E" w:rsidRPr="00392126">
      <w:rPr>
        <w:rFonts w:cs="Calibri"/>
        <w:b/>
        <w:sz w:val="20"/>
        <w:szCs w:val="24"/>
        <w:lang w:val="pl-PL"/>
      </w:rPr>
      <w:tab/>
    </w:r>
    <w:r w:rsidR="0080036E" w:rsidRPr="00392126">
      <w:rPr>
        <w:rFonts w:cs="Calibri"/>
        <w:b/>
        <w:sz w:val="20"/>
        <w:szCs w:val="24"/>
        <w:lang w:val="pl-PL"/>
      </w:rPr>
      <w:tab/>
    </w:r>
    <w:r w:rsidR="0080036E" w:rsidRPr="00392126">
      <w:rPr>
        <w:rFonts w:cs="Calibri"/>
        <w:b/>
        <w:sz w:val="20"/>
        <w:szCs w:val="24"/>
        <w:lang w:val="pl-PL"/>
      </w:rPr>
      <w:tab/>
    </w:r>
    <w:r w:rsidRPr="00392126">
      <w:rPr>
        <w:rFonts w:cs="Calibri"/>
        <w:b/>
        <w:bCs/>
        <w:sz w:val="20"/>
        <w:szCs w:val="24"/>
      </w:rPr>
      <w:t>Zał</w:t>
    </w:r>
    <w:r w:rsidR="00905EEA" w:rsidRPr="00392126">
      <w:rPr>
        <w:rFonts w:cs="Calibri"/>
        <w:b/>
        <w:bCs/>
        <w:sz w:val="20"/>
        <w:szCs w:val="24"/>
        <w:lang w:val="pl-PL"/>
      </w:rPr>
      <w:t>ącznik</w:t>
    </w:r>
    <w:r w:rsidRPr="00392126">
      <w:rPr>
        <w:rFonts w:cs="Calibri"/>
        <w:b/>
        <w:bCs/>
        <w:sz w:val="20"/>
        <w:szCs w:val="24"/>
      </w:rPr>
      <w:t xml:space="preserve"> nr</w:t>
    </w:r>
    <w:r w:rsidR="00AB7811" w:rsidRPr="00392126">
      <w:rPr>
        <w:rFonts w:cs="Calibri"/>
        <w:b/>
        <w:bCs/>
        <w:sz w:val="20"/>
        <w:szCs w:val="24"/>
      </w:rPr>
      <w:t xml:space="preserve"> </w:t>
    </w:r>
    <w:r w:rsidR="00F92313" w:rsidRPr="00392126">
      <w:rPr>
        <w:rFonts w:cs="Calibri"/>
        <w:b/>
        <w:bCs/>
        <w:sz w:val="20"/>
        <w:szCs w:val="24"/>
      </w:rPr>
      <w:t>11</w:t>
    </w:r>
    <w:r w:rsidR="002229AB" w:rsidRPr="00392126">
      <w:rPr>
        <w:rFonts w:cs="Calibri"/>
        <w:b/>
        <w:bCs/>
        <w:sz w:val="20"/>
        <w:szCs w:val="24"/>
      </w:rPr>
      <w:t xml:space="preserve"> </w:t>
    </w:r>
    <w:r w:rsidRPr="00392126">
      <w:rPr>
        <w:rFonts w:cs="Calibri"/>
        <w:b/>
        <w:bCs/>
        <w:sz w:val="20"/>
        <w:szCs w:val="24"/>
      </w:rPr>
      <w:t>do SWZ</w:t>
    </w:r>
    <w:r w:rsidR="00392126">
      <w:rPr>
        <w:rFonts w:cs="Calibri"/>
        <w:b/>
        <w:bCs/>
        <w:sz w:val="20"/>
        <w:szCs w:val="24"/>
        <w:lang w:val="pl-PL"/>
      </w:rPr>
      <w:t xml:space="preserve"> (wzór)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B06"/>
    <w:rsid w:val="00002F54"/>
    <w:rsid w:val="0001598D"/>
    <w:rsid w:val="00024334"/>
    <w:rsid w:val="00034C8A"/>
    <w:rsid w:val="0007214E"/>
    <w:rsid w:val="00072B1D"/>
    <w:rsid w:val="00075D8E"/>
    <w:rsid w:val="00097646"/>
    <w:rsid w:val="000A4F81"/>
    <w:rsid w:val="000C64B6"/>
    <w:rsid w:val="000D21D5"/>
    <w:rsid w:val="0011020D"/>
    <w:rsid w:val="00110327"/>
    <w:rsid w:val="00112F93"/>
    <w:rsid w:val="001369D3"/>
    <w:rsid w:val="001456A8"/>
    <w:rsid w:val="00145F9F"/>
    <w:rsid w:val="001530A5"/>
    <w:rsid w:val="00175D36"/>
    <w:rsid w:val="0017746D"/>
    <w:rsid w:val="00186B06"/>
    <w:rsid w:val="00191191"/>
    <w:rsid w:val="001914B7"/>
    <w:rsid w:val="00194551"/>
    <w:rsid w:val="0019637E"/>
    <w:rsid w:val="001A4DB7"/>
    <w:rsid w:val="001B7A37"/>
    <w:rsid w:val="001C48C1"/>
    <w:rsid w:val="001D7458"/>
    <w:rsid w:val="001E03F8"/>
    <w:rsid w:val="002229AB"/>
    <w:rsid w:val="00223DCD"/>
    <w:rsid w:val="00254A74"/>
    <w:rsid w:val="0026084E"/>
    <w:rsid w:val="002640E4"/>
    <w:rsid w:val="00276F69"/>
    <w:rsid w:val="00294A5F"/>
    <w:rsid w:val="00294FC6"/>
    <w:rsid w:val="00307C68"/>
    <w:rsid w:val="00316C0F"/>
    <w:rsid w:val="00333C58"/>
    <w:rsid w:val="00334BDB"/>
    <w:rsid w:val="003401B5"/>
    <w:rsid w:val="00345410"/>
    <w:rsid w:val="003537AA"/>
    <w:rsid w:val="00392126"/>
    <w:rsid w:val="00396D6D"/>
    <w:rsid w:val="003A10EB"/>
    <w:rsid w:val="003A622B"/>
    <w:rsid w:val="003F51A8"/>
    <w:rsid w:val="00404920"/>
    <w:rsid w:val="0040735A"/>
    <w:rsid w:val="00407D1F"/>
    <w:rsid w:val="00410A6A"/>
    <w:rsid w:val="00422FB0"/>
    <w:rsid w:val="0042577F"/>
    <w:rsid w:val="00425C0F"/>
    <w:rsid w:val="00431B21"/>
    <w:rsid w:val="00432F2F"/>
    <w:rsid w:val="00440BF6"/>
    <w:rsid w:val="00457168"/>
    <w:rsid w:val="004A57DC"/>
    <w:rsid w:val="004B282B"/>
    <w:rsid w:val="004B48F8"/>
    <w:rsid w:val="004B4D78"/>
    <w:rsid w:val="004C1960"/>
    <w:rsid w:val="004C2C82"/>
    <w:rsid w:val="004D21FE"/>
    <w:rsid w:val="0050429A"/>
    <w:rsid w:val="0051504D"/>
    <w:rsid w:val="00517C8E"/>
    <w:rsid w:val="00520836"/>
    <w:rsid w:val="005323D1"/>
    <w:rsid w:val="00536665"/>
    <w:rsid w:val="0054662A"/>
    <w:rsid w:val="0056786C"/>
    <w:rsid w:val="00580B9C"/>
    <w:rsid w:val="0058674D"/>
    <w:rsid w:val="00594072"/>
    <w:rsid w:val="005A66B5"/>
    <w:rsid w:val="005B27A6"/>
    <w:rsid w:val="005C2265"/>
    <w:rsid w:val="005C466C"/>
    <w:rsid w:val="005F606A"/>
    <w:rsid w:val="005F689B"/>
    <w:rsid w:val="006042B2"/>
    <w:rsid w:val="00607813"/>
    <w:rsid w:val="00612D20"/>
    <w:rsid w:val="006219ED"/>
    <w:rsid w:val="00641628"/>
    <w:rsid w:val="006417F7"/>
    <w:rsid w:val="006534DE"/>
    <w:rsid w:val="0065358A"/>
    <w:rsid w:val="006606BA"/>
    <w:rsid w:val="00681A59"/>
    <w:rsid w:val="006C3957"/>
    <w:rsid w:val="006E4643"/>
    <w:rsid w:val="006F1371"/>
    <w:rsid w:val="007012FA"/>
    <w:rsid w:val="0070597F"/>
    <w:rsid w:val="0071024D"/>
    <w:rsid w:val="00711822"/>
    <w:rsid w:val="00715AF5"/>
    <w:rsid w:val="00733DF1"/>
    <w:rsid w:val="007432E6"/>
    <w:rsid w:val="00747160"/>
    <w:rsid w:val="00760706"/>
    <w:rsid w:val="007619D4"/>
    <w:rsid w:val="0076441F"/>
    <w:rsid w:val="00764482"/>
    <w:rsid w:val="00792930"/>
    <w:rsid w:val="007A30B8"/>
    <w:rsid w:val="007C3E05"/>
    <w:rsid w:val="007C4FAE"/>
    <w:rsid w:val="007C5EDF"/>
    <w:rsid w:val="007D34FA"/>
    <w:rsid w:val="007E5C6B"/>
    <w:rsid w:val="007F1729"/>
    <w:rsid w:val="0080036E"/>
    <w:rsid w:val="00824D67"/>
    <w:rsid w:val="008336B7"/>
    <w:rsid w:val="00853DA1"/>
    <w:rsid w:val="0086704E"/>
    <w:rsid w:val="008803EE"/>
    <w:rsid w:val="008A2D17"/>
    <w:rsid w:val="008B2401"/>
    <w:rsid w:val="008B29C6"/>
    <w:rsid w:val="008B463B"/>
    <w:rsid w:val="008B59AC"/>
    <w:rsid w:val="008D6E44"/>
    <w:rsid w:val="008D725A"/>
    <w:rsid w:val="008E1A58"/>
    <w:rsid w:val="009043FC"/>
    <w:rsid w:val="00905EEA"/>
    <w:rsid w:val="00906408"/>
    <w:rsid w:val="009374D6"/>
    <w:rsid w:val="00937508"/>
    <w:rsid w:val="009707A4"/>
    <w:rsid w:val="00974CD3"/>
    <w:rsid w:val="00994922"/>
    <w:rsid w:val="00997CFB"/>
    <w:rsid w:val="009A4DBA"/>
    <w:rsid w:val="009B4B60"/>
    <w:rsid w:val="009C2DA5"/>
    <w:rsid w:val="009D1FE8"/>
    <w:rsid w:val="009D74D1"/>
    <w:rsid w:val="009F00FE"/>
    <w:rsid w:val="009F20DB"/>
    <w:rsid w:val="00A050A8"/>
    <w:rsid w:val="00A23015"/>
    <w:rsid w:val="00A334E0"/>
    <w:rsid w:val="00A34285"/>
    <w:rsid w:val="00A373A2"/>
    <w:rsid w:val="00A410EB"/>
    <w:rsid w:val="00A6101E"/>
    <w:rsid w:val="00A62DF2"/>
    <w:rsid w:val="00AB7811"/>
    <w:rsid w:val="00AB7DCB"/>
    <w:rsid w:val="00AD15A5"/>
    <w:rsid w:val="00AD6CA4"/>
    <w:rsid w:val="00B025B5"/>
    <w:rsid w:val="00B16DBB"/>
    <w:rsid w:val="00B551E6"/>
    <w:rsid w:val="00B662CF"/>
    <w:rsid w:val="00B7542A"/>
    <w:rsid w:val="00B825D5"/>
    <w:rsid w:val="00B860FA"/>
    <w:rsid w:val="00B91EC3"/>
    <w:rsid w:val="00B952F1"/>
    <w:rsid w:val="00BA7863"/>
    <w:rsid w:val="00BC134D"/>
    <w:rsid w:val="00BD148D"/>
    <w:rsid w:val="00BE6561"/>
    <w:rsid w:val="00C136F1"/>
    <w:rsid w:val="00C6051B"/>
    <w:rsid w:val="00C95065"/>
    <w:rsid w:val="00CA47AE"/>
    <w:rsid w:val="00CB7366"/>
    <w:rsid w:val="00CD09E5"/>
    <w:rsid w:val="00CD53B7"/>
    <w:rsid w:val="00CF08F0"/>
    <w:rsid w:val="00CF1EB0"/>
    <w:rsid w:val="00CF7482"/>
    <w:rsid w:val="00D020A6"/>
    <w:rsid w:val="00D06670"/>
    <w:rsid w:val="00D2478D"/>
    <w:rsid w:val="00D25798"/>
    <w:rsid w:val="00D425BD"/>
    <w:rsid w:val="00D529A2"/>
    <w:rsid w:val="00D561A7"/>
    <w:rsid w:val="00D6285F"/>
    <w:rsid w:val="00D718A4"/>
    <w:rsid w:val="00D76D87"/>
    <w:rsid w:val="00D91CE9"/>
    <w:rsid w:val="00DA1BC6"/>
    <w:rsid w:val="00DB70F8"/>
    <w:rsid w:val="00DC5237"/>
    <w:rsid w:val="00DE03A3"/>
    <w:rsid w:val="00DE1883"/>
    <w:rsid w:val="00DE6F2A"/>
    <w:rsid w:val="00E051BB"/>
    <w:rsid w:val="00E31835"/>
    <w:rsid w:val="00E43FC8"/>
    <w:rsid w:val="00E457B4"/>
    <w:rsid w:val="00E47ECB"/>
    <w:rsid w:val="00E717AA"/>
    <w:rsid w:val="00E91CB4"/>
    <w:rsid w:val="00EB4B64"/>
    <w:rsid w:val="00EC5201"/>
    <w:rsid w:val="00ED383A"/>
    <w:rsid w:val="00EE24B2"/>
    <w:rsid w:val="00EF15B7"/>
    <w:rsid w:val="00EF6684"/>
    <w:rsid w:val="00F17D7D"/>
    <w:rsid w:val="00F33851"/>
    <w:rsid w:val="00F92313"/>
    <w:rsid w:val="00F92F52"/>
    <w:rsid w:val="00FC1B97"/>
    <w:rsid w:val="00FC1E09"/>
    <w:rsid w:val="00FD6C11"/>
    <w:rsid w:val="00FE05CD"/>
    <w:rsid w:val="00FF5E2B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4C7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34"/>
    <w:qFormat/>
    <w:rsid w:val="0080036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5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2022-02-16T13:34:00Z</dcterms:created>
  <dcterms:modified xsi:type="dcterms:W3CDTF">2025-11-26T17:28:00Z</dcterms:modified>
</cp:coreProperties>
</file>